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385783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6374" w:rsidRPr="00486374">
        <w:rPr>
          <w:rStyle w:val="Siln"/>
        </w:rPr>
        <w:t>Údržba, opravy a odstraňování závad na bytovém fondu u SPS v obvodu OŘ HKR 2026–2027 – oblast Hradec Králové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8F8E9A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486374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86374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175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1754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11</cp:revision>
  <cp:lastPrinted>2017-11-28T17:18:00Z</cp:lastPrinted>
  <dcterms:created xsi:type="dcterms:W3CDTF">2023-11-16T10:29:00Z</dcterms:created>
  <dcterms:modified xsi:type="dcterms:W3CDTF">2025-08-27T11:14:00Z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